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32B7B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54E7DB4F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DD5466E" w14:textId="41949993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45A0">
        <w:rPr>
          <w:rFonts w:ascii="Corbel" w:hAnsi="Corbel"/>
          <w:i/>
          <w:smallCaps/>
          <w:sz w:val="24"/>
          <w:szCs w:val="24"/>
        </w:rPr>
        <w:t xml:space="preserve"> 2025-2027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9FBD6E8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2D70602B" w14:textId="49201966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6302BB">
        <w:rPr>
          <w:rFonts w:ascii="Corbel" w:hAnsi="Corbel"/>
          <w:sz w:val="20"/>
          <w:szCs w:val="20"/>
        </w:rPr>
        <w:t>2025/202</w:t>
      </w:r>
      <w:r w:rsidR="00D56411">
        <w:rPr>
          <w:rFonts w:ascii="Corbel" w:hAnsi="Corbel"/>
          <w:sz w:val="20"/>
          <w:szCs w:val="20"/>
        </w:rPr>
        <w:t>6</w:t>
      </w:r>
    </w:p>
    <w:p w14:paraId="4B261BF3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0B1A5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3AC1EA7" w14:textId="77777777" w:rsidTr="000F4549">
        <w:tc>
          <w:tcPr>
            <w:tcW w:w="2694" w:type="dxa"/>
            <w:vAlign w:val="center"/>
          </w:tcPr>
          <w:p w14:paraId="14FD2B28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6D6AEE" w14:textId="05E5A5F5" w:rsidR="0085747A" w:rsidRPr="00B169DF" w:rsidRDefault="000F45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Globalizacja i regionalizm</w:t>
            </w:r>
          </w:p>
        </w:tc>
      </w:tr>
      <w:tr w:rsidR="0085747A" w:rsidRPr="00B169DF" w14:paraId="3ACE5527" w14:textId="77777777" w:rsidTr="000F4549">
        <w:tc>
          <w:tcPr>
            <w:tcW w:w="2694" w:type="dxa"/>
            <w:vAlign w:val="center"/>
          </w:tcPr>
          <w:p w14:paraId="6D20BF9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63C6CD" w14:textId="251FAE4E" w:rsidR="0085747A" w:rsidRPr="00B169DF" w:rsidRDefault="002E75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SM2_</w:t>
            </w:r>
            <w:r w:rsidR="000F4549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85747A" w:rsidRPr="00B169DF" w14:paraId="66AFC85E" w14:textId="77777777" w:rsidTr="000F4549">
        <w:tc>
          <w:tcPr>
            <w:tcW w:w="2694" w:type="dxa"/>
            <w:vAlign w:val="center"/>
          </w:tcPr>
          <w:p w14:paraId="18A5993B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F41AAB" w14:textId="043C1076" w:rsidR="0085747A" w:rsidRPr="00B169DF" w:rsidRDefault="00630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Społecznych</w:t>
            </w:r>
          </w:p>
        </w:tc>
      </w:tr>
      <w:tr w:rsidR="0085747A" w:rsidRPr="00B169DF" w14:paraId="2D1E3718" w14:textId="77777777" w:rsidTr="000F4549">
        <w:tc>
          <w:tcPr>
            <w:tcW w:w="2694" w:type="dxa"/>
            <w:vAlign w:val="center"/>
          </w:tcPr>
          <w:p w14:paraId="00A6AB7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0CF4F6" w14:textId="3DFC3F51" w:rsidR="0085747A" w:rsidRPr="00B169DF" w:rsidRDefault="00630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B169DF" w14:paraId="013EE83C" w14:textId="77777777" w:rsidTr="000F4549">
        <w:tc>
          <w:tcPr>
            <w:tcW w:w="2694" w:type="dxa"/>
            <w:vAlign w:val="center"/>
          </w:tcPr>
          <w:p w14:paraId="7B345BC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B12757" w14:textId="3EEB575B" w:rsidR="0085747A" w:rsidRPr="00B169DF" w:rsidRDefault="00630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B169DF" w14:paraId="4D9FD7E1" w14:textId="77777777" w:rsidTr="000F4549">
        <w:tc>
          <w:tcPr>
            <w:tcW w:w="2694" w:type="dxa"/>
            <w:vAlign w:val="center"/>
          </w:tcPr>
          <w:p w14:paraId="655FFF0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C81A25" w14:textId="7BCF9EEE" w:rsidR="0085747A" w:rsidRPr="00B169DF" w:rsidRDefault="00630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85747A" w:rsidRPr="00B169DF" w14:paraId="253731A1" w14:textId="77777777" w:rsidTr="000F4549">
        <w:tc>
          <w:tcPr>
            <w:tcW w:w="2694" w:type="dxa"/>
            <w:vAlign w:val="center"/>
          </w:tcPr>
          <w:p w14:paraId="0829B5C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00B88" w14:textId="78465A53" w:rsidR="0085747A" w:rsidRPr="00B169DF" w:rsidRDefault="00630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30678F84" w14:textId="77777777" w:rsidTr="000F4549">
        <w:tc>
          <w:tcPr>
            <w:tcW w:w="2694" w:type="dxa"/>
            <w:vAlign w:val="center"/>
          </w:tcPr>
          <w:p w14:paraId="5177C36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9139E9" w14:textId="23243FCD" w:rsidR="0085747A" w:rsidRPr="00B169DF" w:rsidRDefault="00630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483A0087" w14:textId="77777777" w:rsidTr="000F4549">
        <w:tc>
          <w:tcPr>
            <w:tcW w:w="2694" w:type="dxa"/>
            <w:vAlign w:val="center"/>
          </w:tcPr>
          <w:p w14:paraId="0FF975C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27F6F5" w14:textId="4B6EBC94" w:rsidR="0085747A" w:rsidRPr="00B169DF" w:rsidRDefault="00630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/ I semestr</w:t>
            </w:r>
          </w:p>
        </w:tc>
      </w:tr>
      <w:tr w:rsidR="0085747A" w:rsidRPr="00B169DF" w14:paraId="768FFFB6" w14:textId="77777777" w:rsidTr="000F4549">
        <w:tc>
          <w:tcPr>
            <w:tcW w:w="2694" w:type="dxa"/>
            <w:vAlign w:val="center"/>
          </w:tcPr>
          <w:p w14:paraId="743307B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BB0A88" w14:textId="536D53C8" w:rsidR="0085747A" w:rsidRPr="00B169DF" w:rsidRDefault="00630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47E8A2D8" w14:textId="77777777" w:rsidTr="000F4549">
        <w:tc>
          <w:tcPr>
            <w:tcW w:w="2694" w:type="dxa"/>
            <w:vAlign w:val="center"/>
          </w:tcPr>
          <w:p w14:paraId="0D51D012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A80C32" w14:textId="7F6BAB91" w:rsidR="00923D7D" w:rsidRPr="00B169DF" w:rsidRDefault="00630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7FE8C92F" w14:textId="77777777" w:rsidTr="000F4549">
        <w:tc>
          <w:tcPr>
            <w:tcW w:w="2694" w:type="dxa"/>
            <w:vAlign w:val="center"/>
          </w:tcPr>
          <w:p w14:paraId="42BC19A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30E5B2" w14:textId="043E693D" w:rsidR="0085747A" w:rsidRPr="00B169DF" w:rsidRDefault="006302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0F4549">
              <w:rPr>
                <w:rFonts w:ascii="Corbel" w:hAnsi="Corbel"/>
                <w:b w:val="0"/>
                <w:sz w:val="24"/>
                <w:szCs w:val="24"/>
              </w:rPr>
              <w:t>inż. Grzegorz Bonusiak, prof. UR</w:t>
            </w:r>
          </w:p>
        </w:tc>
      </w:tr>
      <w:tr w:rsidR="000F4549" w:rsidRPr="00B169DF" w14:paraId="7AC848B6" w14:textId="77777777" w:rsidTr="000F4549">
        <w:tc>
          <w:tcPr>
            <w:tcW w:w="2694" w:type="dxa"/>
            <w:vAlign w:val="center"/>
          </w:tcPr>
          <w:p w14:paraId="207B0304" w14:textId="77777777" w:rsidR="000F4549" w:rsidRPr="00B169DF" w:rsidRDefault="000F4549" w:rsidP="000F45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2F7C82" w14:textId="56B5AF2B" w:rsidR="000F4549" w:rsidRPr="00B169DF" w:rsidRDefault="000F4549" w:rsidP="000F45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inż. Grzegorz Bonusiak, prof. UR</w:t>
            </w:r>
            <w:r w:rsidR="00FD001A">
              <w:rPr>
                <w:rFonts w:ascii="Corbel" w:hAnsi="Corbel"/>
                <w:b w:val="0"/>
                <w:sz w:val="24"/>
                <w:szCs w:val="24"/>
              </w:rPr>
              <w:t>; dr Damian Wicherek</w:t>
            </w:r>
          </w:p>
        </w:tc>
      </w:tr>
    </w:tbl>
    <w:p w14:paraId="709A64E0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6E1CE1D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1076F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B1437D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54D69B9D" w14:textId="77777777" w:rsidTr="006302B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F71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28F2F22C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1454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5D4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63B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8E2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1F2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86C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BDA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F04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CBA5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2D21EF4D" w14:textId="77777777" w:rsidTr="006302B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AC6D" w14:textId="15D13F73" w:rsidR="00015B8F" w:rsidRPr="00B169DF" w:rsidRDefault="006302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BC00" w14:textId="0363631E" w:rsidR="00015B8F" w:rsidRPr="00B169DF" w:rsidRDefault="006302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FCC7" w14:textId="2EF99B9C" w:rsidR="00015B8F" w:rsidRPr="00B169DF" w:rsidRDefault="006302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F4549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41A7" w14:textId="26E32CB9" w:rsidR="00015B8F" w:rsidRPr="00B169DF" w:rsidRDefault="006302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5199" w14:textId="74377A4A" w:rsidR="00015B8F" w:rsidRPr="00B169DF" w:rsidRDefault="006302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41B0" w14:textId="0F5B54DC" w:rsidR="00015B8F" w:rsidRPr="00B169DF" w:rsidRDefault="006302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AE04" w14:textId="3DD325A8" w:rsidR="00015B8F" w:rsidRPr="00B169DF" w:rsidRDefault="006302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A851" w14:textId="68587E89" w:rsidR="00015B8F" w:rsidRPr="00B169DF" w:rsidRDefault="006302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1599" w14:textId="25FB4C2D" w:rsidR="00015B8F" w:rsidRPr="00B169DF" w:rsidRDefault="006302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E7742" w14:textId="26EA7148" w:rsidR="00015B8F" w:rsidRPr="00B169DF" w:rsidRDefault="000F45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8BCC07D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3162BD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A5B2A4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8C33071" w14:textId="3DC5AC2D" w:rsidR="0085747A" w:rsidRPr="00B169DF" w:rsidRDefault="006302B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264A6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F01F63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50564F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0BC793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54A4FC" w14:textId="4445BF95" w:rsidR="00DB17DF" w:rsidRDefault="000F454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 ustny</w:t>
      </w:r>
    </w:p>
    <w:p w14:paraId="0089C5BC" w14:textId="77777777" w:rsidR="00DB17DF" w:rsidRPr="00B169DF" w:rsidRDefault="00DB17D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3DA21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9A93B69" w14:textId="77777777" w:rsidTr="00745302">
        <w:tc>
          <w:tcPr>
            <w:tcW w:w="9670" w:type="dxa"/>
          </w:tcPr>
          <w:p w14:paraId="10961B7D" w14:textId="71D65D3F" w:rsidR="0085747A" w:rsidRPr="00DB17DF" w:rsidRDefault="00C73C6F" w:rsidP="005433A2">
            <w:pPr>
              <w:pStyle w:val="Punktygwne"/>
              <w:spacing w:before="40" w:after="40"/>
              <w:rPr>
                <w:b w:val="0"/>
              </w:rPr>
            </w:pPr>
            <w:r>
              <w:rPr>
                <w:b w:val="0"/>
              </w:rPr>
              <w:t xml:space="preserve">Znajomość </w:t>
            </w:r>
            <w:r w:rsidR="000F4549">
              <w:rPr>
                <w:b w:val="0"/>
              </w:rPr>
              <w:t xml:space="preserve">geografii świata i podstawowych procesów gospodarczych, kulturowych i politycznych </w:t>
            </w:r>
          </w:p>
        </w:tc>
      </w:tr>
    </w:tbl>
    <w:p w14:paraId="1C592368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B014B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581772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A66D9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698543E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0AA398DC" w14:textId="77777777" w:rsidTr="000F4549">
        <w:tc>
          <w:tcPr>
            <w:tcW w:w="843" w:type="dxa"/>
            <w:vAlign w:val="center"/>
          </w:tcPr>
          <w:p w14:paraId="2CE4BE51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E660390" w14:textId="1B7D4471" w:rsidR="0085747A" w:rsidRPr="00B169DF" w:rsidRDefault="000F45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</w:t>
            </w:r>
            <w:r w:rsidR="00137E9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73C6F">
              <w:rPr>
                <w:rFonts w:ascii="Corbel" w:hAnsi="Corbel"/>
                <w:b w:val="0"/>
                <w:sz w:val="24"/>
                <w:szCs w:val="24"/>
              </w:rPr>
              <w:t xml:space="preserve">genezy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przebiegu </w:t>
            </w:r>
            <w:r w:rsidR="00137E94">
              <w:rPr>
                <w:rFonts w:ascii="Corbel" w:hAnsi="Corbel"/>
                <w:b w:val="0"/>
                <w:sz w:val="24"/>
                <w:szCs w:val="24"/>
              </w:rPr>
              <w:t xml:space="preserve">procesów </w:t>
            </w:r>
            <w:r>
              <w:rPr>
                <w:rFonts w:ascii="Corbel" w:hAnsi="Corbel"/>
                <w:b w:val="0"/>
                <w:sz w:val="24"/>
                <w:szCs w:val="24"/>
              </w:rPr>
              <w:t>(de)globalizacji i regionalizacji</w:t>
            </w:r>
          </w:p>
        </w:tc>
      </w:tr>
      <w:tr w:rsidR="0085747A" w:rsidRPr="00B169DF" w14:paraId="41F0B2B1" w14:textId="77777777" w:rsidTr="000F4549">
        <w:tc>
          <w:tcPr>
            <w:tcW w:w="843" w:type="dxa"/>
            <w:vAlign w:val="center"/>
          </w:tcPr>
          <w:p w14:paraId="412BF8D4" w14:textId="2785048B" w:rsidR="0085747A" w:rsidRPr="00B169DF" w:rsidRDefault="00C73C6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EF5ACBD" w14:textId="1F8C9857" w:rsidR="0085747A" w:rsidRPr="00B169DF" w:rsidRDefault="00C73C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Analiza studium przypadków </w:t>
            </w:r>
            <w:r w:rsidR="000F4549">
              <w:rPr>
                <w:rFonts w:ascii="Corbel" w:hAnsi="Corbel"/>
                <w:b w:val="0"/>
                <w:sz w:val="24"/>
                <w:szCs w:val="24"/>
              </w:rPr>
              <w:t>procesów regionalizacji i integracji</w:t>
            </w:r>
          </w:p>
        </w:tc>
      </w:tr>
      <w:tr w:rsidR="0085747A" w:rsidRPr="00B169DF" w14:paraId="458F21AD" w14:textId="77777777" w:rsidTr="000F4549">
        <w:tc>
          <w:tcPr>
            <w:tcW w:w="843" w:type="dxa"/>
            <w:vAlign w:val="center"/>
          </w:tcPr>
          <w:p w14:paraId="4A03F695" w14:textId="2BA28508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73C6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15179A82" w14:textId="6D2D8CCA" w:rsidR="0085747A" w:rsidRPr="00B169DF" w:rsidRDefault="000F45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istniejących i potencjalnych rozwiązań</w:t>
            </w:r>
            <w:r w:rsidR="00137E9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dla problemów </w:t>
            </w:r>
            <w:r w:rsidR="00137E94">
              <w:rPr>
                <w:rFonts w:ascii="Corbel" w:hAnsi="Corbel"/>
                <w:b w:val="0"/>
                <w:sz w:val="24"/>
                <w:szCs w:val="24"/>
              </w:rPr>
              <w:t>globalnych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regionalnych</w:t>
            </w:r>
          </w:p>
        </w:tc>
      </w:tr>
    </w:tbl>
    <w:p w14:paraId="1F0BC96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397EC8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2C191C1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169DF" w14:paraId="37913053" w14:textId="77777777" w:rsidTr="0071620A">
        <w:tc>
          <w:tcPr>
            <w:tcW w:w="1701" w:type="dxa"/>
            <w:vAlign w:val="center"/>
          </w:tcPr>
          <w:p w14:paraId="27015D73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AD16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EF13BD4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783096E" w14:textId="77777777" w:rsidTr="005E6E85">
        <w:tc>
          <w:tcPr>
            <w:tcW w:w="1701" w:type="dxa"/>
          </w:tcPr>
          <w:p w14:paraId="57F7A0D0" w14:textId="77777777" w:rsidR="0085747A" w:rsidRPr="00B169DF" w:rsidRDefault="0085747A" w:rsidP="009860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1E14266" w14:textId="77AEEDB5" w:rsidR="0085747A" w:rsidRPr="00B169DF" w:rsidRDefault="00DB17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 pogłębionym stopniu  zna i rozumie </w:t>
            </w:r>
            <w:r w:rsidR="000F4549">
              <w:rPr>
                <w:rFonts w:ascii="Corbel" w:hAnsi="Corbel"/>
                <w:b w:val="0"/>
                <w:smallCaps w:val="0"/>
                <w:szCs w:val="24"/>
              </w:rPr>
              <w:t>procesy regionalizacji i globalizacji</w:t>
            </w:r>
          </w:p>
        </w:tc>
        <w:tc>
          <w:tcPr>
            <w:tcW w:w="1873" w:type="dxa"/>
          </w:tcPr>
          <w:p w14:paraId="2862FAB0" w14:textId="63252875" w:rsidR="00DB17DF" w:rsidRDefault="00DB17DF" w:rsidP="00DB17D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D1EC7">
              <w:rPr>
                <w:rFonts w:ascii="Corbel" w:hAnsi="Corbel"/>
                <w:sz w:val="24"/>
                <w:szCs w:val="24"/>
              </w:rPr>
              <w:t>K_W0</w:t>
            </w:r>
            <w:r w:rsidR="002D53E9">
              <w:rPr>
                <w:rFonts w:ascii="Corbel" w:hAnsi="Corbel"/>
                <w:sz w:val="24"/>
                <w:szCs w:val="24"/>
              </w:rPr>
              <w:t>6</w:t>
            </w:r>
          </w:p>
          <w:p w14:paraId="49BD200A" w14:textId="77777777" w:rsidR="0085747A" w:rsidRPr="00B169DF" w:rsidRDefault="0085747A" w:rsidP="00DB17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1A5E24D8" w14:textId="77777777" w:rsidTr="005E6E85">
        <w:tc>
          <w:tcPr>
            <w:tcW w:w="1701" w:type="dxa"/>
          </w:tcPr>
          <w:p w14:paraId="790DAD14" w14:textId="77777777" w:rsidR="0085747A" w:rsidRPr="00B169DF" w:rsidRDefault="0085747A" w:rsidP="009860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B5DCAB" w14:textId="36DF7B5A" w:rsidR="0085747A" w:rsidRPr="00B169DF" w:rsidRDefault="00DB17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zna i rozumie </w:t>
            </w:r>
            <w:r w:rsidR="00A81700" w:rsidRPr="00A81700">
              <w:rPr>
                <w:rFonts w:ascii="Corbel" w:hAnsi="Corbel"/>
                <w:b w:val="0"/>
                <w:smallCaps w:val="0"/>
                <w:szCs w:val="24"/>
              </w:rPr>
              <w:t>najważniejsze uwarunkowania przemian globalnych zachodzących we współczesnym świecie w wymiarze politycznym, ekonomicznym, kulturowym, ekologicznych i technologicznym</w:t>
            </w:r>
          </w:p>
        </w:tc>
        <w:tc>
          <w:tcPr>
            <w:tcW w:w="1873" w:type="dxa"/>
          </w:tcPr>
          <w:p w14:paraId="07DF3E1A" w14:textId="163EA553" w:rsidR="0085747A" w:rsidRPr="00DA7A93" w:rsidRDefault="00DB17DF" w:rsidP="00DB17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7A93">
              <w:rPr>
                <w:rFonts w:ascii="Corbel" w:hAnsi="Corbel"/>
                <w:b w:val="0"/>
                <w:szCs w:val="24"/>
              </w:rPr>
              <w:t>K_W0</w:t>
            </w:r>
            <w:r w:rsidR="002D53E9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85747A" w:rsidRPr="00B169DF" w14:paraId="04BEF786" w14:textId="77777777" w:rsidTr="005E6E85">
        <w:tc>
          <w:tcPr>
            <w:tcW w:w="1701" w:type="dxa"/>
          </w:tcPr>
          <w:p w14:paraId="28B82B31" w14:textId="304CBAFB" w:rsidR="0085747A" w:rsidRPr="00B169DF" w:rsidRDefault="00DA7A93" w:rsidP="009860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C5DBD89" w14:textId="36F3585D" w:rsidR="0085747A" w:rsidRPr="00B169DF" w:rsidRDefault="00DB17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zna i rozumie </w:t>
            </w:r>
            <w:r w:rsidR="00DA7A93">
              <w:rPr>
                <w:rFonts w:ascii="Corbel" w:hAnsi="Corbel"/>
                <w:b w:val="0"/>
                <w:smallCaps w:val="0"/>
                <w:szCs w:val="24"/>
              </w:rPr>
              <w:t xml:space="preserve">przypadki </w:t>
            </w:r>
            <w:r w:rsidR="00A81700" w:rsidRPr="00A81700">
              <w:rPr>
                <w:rFonts w:ascii="Corbel" w:hAnsi="Corbel"/>
                <w:b w:val="0"/>
                <w:smallCaps w:val="0"/>
                <w:szCs w:val="24"/>
              </w:rPr>
              <w:t xml:space="preserve">regionalizacji na świecie, teorie, formy, typy i efekty integracji, </w:t>
            </w:r>
            <w:r w:rsidR="00A81700">
              <w:rPr>
                <w:rFonts w:ascii="Corbel" w:hAnsi="Corbel"/>
                <w:b w:val="0"/>
                <w:smallCaps w:val="0"/>
                <w:szCs w:val="24"/>
              </w:rPr>
              <w:t>w tym</w:t>
            </w:r>
            <w:r w:rsidR="00A81700" w:rsidRPr="00A81700">
              <w:rPr>
                <w:rFonts w:ascii="Corbel" w:hAnsi="Corbel"/>
                <w:b w:val="0"/>
                <w:smallCaps w:val="0"/>
                <w:szCs w:val="24"/>
              </w:rPr>
              <w:t xml:space="preserve"> wyzwania regionalnej integracji gospodarczej</w:t>
            </w:r>
          </w:p>
        </w:tc>
        <w:tc>
          <w:tcPr>
            <w:tcW w:w="1873" w:type="dxa"/>
          </w:tcPr>
          <w:p w14:paraId="027EB839" w14:textId="77777777" w:rsidR="002D53E9" w:rsidRDefault="002D53E9" w:rsidP="00DA7A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K_W06</w:t>
            </w:r>
          </w:p>
          <w:p w14:paraId="733CF63A" w14:textId="798871B2" w:rsidR="0085747A" w:rsidRPr="00DA7A93" w:rsidRDefault="00DA7A93" w:rsidP="00DA7A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A7A93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DA7A93" w:rsidRPr="00B169DF" w14:paraId="559C9DF8" w14:textId="77777777" w:rsidTr="005E6E85">
        <w:tc>
          <w:tcPr>
            <w:tcW w:w="1701" w:type="dxa"/>
          </w:tcPr>
          <w:p w14:paraId="352D8A73" w14:textId="26A6E46C" w:rsidR="00DA7A93" w:rsidRPr="00B169DF" w:rsidRDefault="00DA7A93" w:rsidP="009860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F252B41" w14:textId="5B154D26" w:rsidR="00DA7A93" w:rsidRDefault="00DA7A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Wykorzystując zdobyte informacje potrafi dokonać analizy przyczyn, przebiegu </w:t>
            </w:r>
            <w:r w:rsidR="002D53E9">
              <w:rPr>
                <w:rFonts w:ascii="Corbel" w:hAnsi="Corbel"/>
                <w:b w:val="0"/>
                <w:smallCaps w:val="0"/>
                <w:szCs w:val="24"/>
              </w:rPr>
              <w:t xml:space="preserve">procesów </w:t>
            </w:r>
            <w:r w:rsidR="000F466C">
              <w:rPr>
                <w:rFonts w:ascii="Corbel" w:hAnsi="Corbel"/>
                <w:b w:val="0"/>
                <w:smallCaps w:val="0"/>
                <w:szCs w:val="24"/>
              </w:rPr>
              <w:t>regionalizacji i globalizacji i komunikować wnioski używając właściwej terminologii</w:t>
            </w:r>
          </w:p>
        </w:tc>
        <w:tc>
          <w:tcPr>
            <w:tcW w:w="1873" w:type="dxa"/>
          </w:tcPr>
          <w:p w14:paraId="618F65B1" w14:textId="77777777" w:rsidR="00DA7A93" w:rsidRDefault="00DA7A93" w:rsidP="00DA7A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7A93">
              <w:rPr>
                <w:rFonts w:ascii="Corbel" w:hAnsi="Corbel"/>
                <w:b w:val="0"/>
                <w:szCs w:val="24"/>
              </w:rPr>
              <w:t>K_U01</w:t>
            </w:r>
          </w:p>
          <w:p w14:paraId="3FF92F69" w14:textId="5D84C519" w:rsidR="000F466C" w:rsidRPr="00DA7A93" w:rsidRDefault="000F466C" w:rsidP="00DA7A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DA7A93" w:rsidRPr="00B169DF" w14:paraId="7B7A6254" w14:textId="77777777" w:rsidTr="005E6E85">
        <w:tc>
          <w:tcPr>
            <w:tcW w:w="1701" w:type="dxa"/>
          </w:tcPr>
          <w:p w14:paraId="3A2DDC6F" w14:textId="1019BE09" w:rsidR="00DA7A93" w:rsidRPr="00B169DF" w:rsidRDefault="00DA7A93" w:rsidP="009860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C6E6518" w14:textId="4C864450" w:rsidR="00DA7A93" w:rsidRDefault="00DA7A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współpracować </w:t>
            </w:r>
            <w:r w:rsidR="000F466C">
              <w:rPr>
                <w:rFonts w:ascii="Corbel" w:hAnsi="Corbel"/>
                <w:b w:val="0"/>
                <w:smallCaps w:val="0"/>
                <w:szCs w:val="24"/>
              </w:rPr>
              <w:t xml:space="preserve">w grupie, w tym przejmować wiodącą w nim rolę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celu realizacji powierzonych zadań</w:t>
            </w:r>
          </w:p>
        </w:tc>
        <w:tc>
          <w:tcPr>
            <w:tcW w:w="1873" w:type="dxa"/>
          </w:tcPr>
          <w:p w14:paraId="02290A3C" w14:textId="608200C1" w:rsidR="00DA7A93" w:rsidRPr="00DA7A93" w:rsidRDefault="00DA7A93" w:rsidP="00DA7A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A7A93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DA7A93" w:rsidRPr="00B169DF" w14:paraId="0F50C72C" w14:textId="77777777" w:rsidTr="005E6E85">
        <w:tc>
          <w:tcPr>
            <w:tcW w:w="1701" w:type="dxa"/>
          </w:tcPr>
          <w:p w14:paraId="38F7549D" w14:textId="4F133895" w:rsidR="00DA7A93" w:rsidRPr="00B169DF" w:rsidRDefault="00DA7A93" w:rsidP="009860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375DF1C" w14:textId="2F18EA60" w:rsidR="00DA7A93" w:rsidRDefault="00DA7A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98609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F466C">
              <w:rPr>
                <w:rFonts w:ascii="Corbel" w:hAnsi="Corbel"/>
                <w:b w:val="0"/>
                <w:smallCaps w:val="0"/>
                <w:szCs w:val="24"/>
              </w:rPr>
              <w:t>krytycznego namysłu wobec analizowanych informacji i własnej wiedzy</w:t>
            </w:r>
          </w:p>
        </w:tc>
        <w:tc>
          <w:tcPr>
            <w:tcW w:w="1873" w:type="dxa"/>
          </w:tcPr>
          <w:p w14:paraId="5BFCE101" w14:textId="6F6CFC05" w:rsidR="00DA7A93" w:rsidRPr="0098609A" w:rsidRDefault="0098609A" w:rsidP="00DA7A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8609A">
              <w:rPr>
                <w:rFonts w:ascii="Corbel" w:hAnsi="Corbel"/>
                <w:b w:val="0"/>
                <w:szCs w:val="24"/>
              </w:rPr>
              <w:t>K_K0</w:t>
            </w:r>
            <w:r w:rsidR="000F466C">
              <w:rPr>
                <w:rFonts w:ascii="Corbel" w:hAnsi="Corbel"/>
                <w:b w:val="0"/>
                <w:szCs w:val="24"/>
              </w:rPr>
              <w:t>1</w:t>
            </w:r>
          </w:p>
        </w:tc>
      </w:tr>
    </w:tbl>
    <w:p w14:paraId="2D2A8B4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D93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796BB78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CA2E148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E5CFAEF" w14:textId="77777777" w:rsidTr="0099112A">
        <w:tc>
          <w:tcPr>
            <w:tcW w:w="9520" w:type="dxa"/>
          </w:tcPr>
          <w:p w14:paraId="1FA95635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9112A" w:rsidRPr="00B169DF" w14:paraId="7A5131C2" w14:textId="77777777" w:rsidTr="0099112A">
        <w:tc>
          <w:tcPr>
            <w:tcW w:w="9520" w:type="dxa"/>
          </w:tcPr>
          <w:p w14:paraId="65BC0D25" w14:textId="77310CD8" w:rsidR="0099112A" w:rsidRPr="00B169DF" w:rsidRDefault="006D068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Globalizacja, jej </w:t>
            </w:r>
            <w:r w:rsidR="00744551">
              <w:rPr>
                <w:rFonts w:ascii="Corbel" w:hAnsi="Corbel"/>
                <w:sz w:val="24"/>
                <w:szCs w:val="24"/>
              </w:rPr>
              <w:t>istota, dynamika</w:t>
            </w:r>
            <w:r>
              <w:rPr>
                <w:rFonts w:ascii="Corbel" w:hAnsi="Corbel"/>
                <w:sz w:val="24"/>
                <w:szCs w:val="24"/>
              </w:rPr>
              <w:t xml:space="preserve"> i wymiary</w:t>
            </w:r>
          </w:p>
        </w:tc>
      </w:tr>
      <w:tr w:rsidR="0099112A" w:rsidRPr="00B169DF" w14:paraId="223E4563" w14:textId="77777777" w:rsidTr="0099112A">
        <w:tc>
          <w:tcPr>
            <w:tcW w:w="9520" w:type="dxa"/>
          </w:tcPr>
          <w:p w14:paraId="000A3274" w14:textId="071513D3" w:rsidR="0099112A" w:rsidRPr="00B169DF" w:rsidRDefault="006D0686" w:rsidP="009911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Zróżnicowanie kulturowe, gospodarcze i polityczne świata</w:t>
            </w:r>
          </w:p>
        </w:tc>
      </w:tr>
      <w:tr w:rsidR="0099112A" w:rsidRPr="00B169DF" w14:paraId="1824F9A2" w14:textId="77777777" w:rsidTr="0099112A">
        <w:tc>
          <w:tcPr>
            <w:tcW w:w="9520" w:type="dxa"/>
          </w:tcPr>
          <w:p w14:paraId="3788DA21" w14:textId="5E3467EF" w:rsidR="0099112A" w:rsidRPr="00B169DF" w:rsidRDefault="00744551" w:rsidP="009911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Ekonomiczne aspekty globalizacji</w:t>
            </w:r>
          </w:p>
        </w:tc>
      </w:tr>
      <w:tr w:rsidR="0085747A" w:rsidRPr="00B169DF" w14:paraId="53833B62" w14:textId="77777777" w:rsidTr="0099112A">
        <w:tc>
          <w:tcPr>
            <w:tcW w:w="9520" w:type="dxa"/>
          </w:tcPr>
          <w:p w14:paraId="101367D6" w14:textId="75C6F59C" w:rsidR="0085747A" w:rsidRPr="00B169DF" w:rsidRDefault="005060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Polityczne aspekty globalizacji</w:t>
            </w:r>
          </w:p>
        </w:tc>
      </w:tr>
      <w:tr w:rsidR="0085747A" w:rsidRPr="00B169DF" w14:paraId="0332628E" w14:textId="77777777" w:rsidTr="0099112A">
        <w:tc>
          <w:tcPr>
            <w:tcW w:w="9520" w:type="dxa"/>
          </w:tcPr>
          <w:p w14:paraId="6C89F2BE" w14:textId="034BB4E4" w:rsidR="0085747A" w:rsidRPr="00B169DF" w:rsidRDefault="005060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Kulturowe aspekty globalizacji</w:t>
            </w:r>
          </w:p>
        </w:tc>
      </w:tr>
      <w:tr w:rsidR="005433A2" w:rsidRPr="00B169DF" w14:paraId="08C74AA9" w14:textId="77777777" w:rsidTr="0099112A">
        <w:tc>
          <w:tcPr>
            <w:tcW w:w="9520" w:type="dxa"/>
          </w:tcPr>
          <w:p w14:paraId="6735749B" w14:textId="1781B3D0" w:rsidR="005433A2" w:rsidRDefault="005060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Ekologiczne aspekty globalizacji</w:t>
            </w:r>
          </w:p>
        </w:tc>
      </w:tr>
      <w:tr w:rsidR="0085747A" w:rsidRPr="00B169DF" w14:paraId="55784E24" w14:textId="77777777" w:rsidTr="0099112A">
        <w:tc>
          <w:tcPr>
            <w:tcW w:w="9520" w:type="dxa"/>
          </w:tcPr>
          <w:p w14:paraId="3EFB9B0E" w14:textId="54C12617" w:rsidR="0085747A" w:rsidRPr="00B169DF" w:rsidRDefault="005060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Technologiczno-informacyjne aspekty globalizacji</w:t>
            </w:r>
          </w:p>
        </w:tc>
      </w:tr>
      <w:tr w:rsidR="0099112A" w:rsidRPr="00B169DF" w14:paraId="2D265741" w14:textId="77777777" w:rsidTr="0099112A">
        <w:tc>
          <w:tcPr>
            <w:tcW w:w="9520" w:type="dxa"/>
          </w:tcPr>
          <w:p w14:paraId="026D10B3" w14:textId="641284C6" w:rsidR="0099112A" w:rsidRDefault="005060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Władza i zarządzanie globalne</w:t>
            </w:r>
          </w:p>
        </w:tc>
      </w:tr>
      <w:tr w:rsidR="0099112A" w:rsidRPr="00B169DF" w14:paraId="633B0F80" w14:textId="77777777" w:rsidTr="0099112A">
        <w:tc>
          <w:tcPr>
            <w:tcW w:w="9520" w:type="dxa"/>
          </w:tcPr>
          <w:p w14:paraId="39EA0E80" w14:textId="5465BCA9" w:rsidR="0099112A" w:rsidRPr="00F239F3" w:rsidRDefault="005060F0" w:rsidP="00F2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Korporacje transnarodowe</w:t>
            </w:r>
          </w:p>
        </w:tc>
      </w:tr>
    </w:tbl>
    <w:p w14:paraId="035A94B2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5072D6E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F66BAB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62FE972" w14:textId="77777777" w:rsidTr="00FB7F2F">
        <w:tc>
          <w:tcPr>
            <w:tcW w:w="9520" w:type="dxa"/>
          </w:tcPr>
          <w:p w14:paraId="6315CB94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498342BB" w14:textId="77777777" w:rsidTr="00FB7F2F">
        <w:tc>
          <w:tcPr>
            <w:tcW w:w="9520" w:type="dxa"/>
          </w:tcPr>
          <w:p w14:paraId="071B9DD9" w14:textId="6DB19969" w:rsidR="0085747A" w:rsidRPr="00B169DF" w:rsidRDefault="005060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Region, regionalizm, regionalizacja</w:t>
            </w:r>
          </w:p>
        </w:tc>
      </w:tr>
      <w:tr w:rsidR="0085747A" w:rsidRPr="00B169DF" w14:paraId="694502D2" w14:textId="77777777" w:rsidTr="00FB7F2F">
        <w:tc>
          <w:tcPr>
            <w:tcW w:w="9520" w:type="dxa"/>
          </w:tcPr>
          <w:p w14:paraId="4BA3E2EA" w14:textId="2F9CA230" w:rsidR="0085747A" w:rsidRPr="00B169DF" w:rsidRDefault="005060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Historia i klasyfikacja regionalizmów</w:t>
            </w:r>
          </w:p>
        </w:tc>
      </w:tr>
      <w:tr w:rsidR="0085747A" w:rsidRPr="00B169DF" w14:paraId="2B136535" w14:textId="77777777" w:rsidTr="00FB7F2F">
        <w:tc>
          <w:tcPr>
            <w:tcW w:w="9520" w:type="dxa"/>
          </w:tcPr>
          <w:p w14:paraId="178A2E00" w14:textId="731531E0" w:rsidR="0085747A" w:rsidRPr="00B169DF" w:rsidRDefault="005060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integracji regionalnej</w:t>
            </w:r>
          </w:p>
        </w:tc>
      </w:tr>
      <w:tr w:rsidR="0099112A" w:rsidRPr="00B169DF" w14:paraId="0F9E2AD4" w14:textId="77777777" w:rsidTr="00FB7F2F">
        <w:tc>
          <w:tcPr>
            <w:tcW w:w="9520" w:type="dxa"/>
          </w:tcPr>
          <w:p w14:paraId="417A65BF" w14:textId="0B3169A6" w:rsidR="0099112A" w:rsidRDefault="00FB7F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Studia przypadków: p</w:t>
            </w:r>
            <w:r w:rsidR="005060F0">
              <w:rPr>
                <w:rFonts w:ascii="Corbel" w:hAnsi="Corbel"/>
                <w:sz w:val="24"/>
                <w:szCs w:val="24"/>
              </w:rPr>
              <w:t>rocesy regionaliz</w:t>
            </w:r>
            <w:r>
              <w:rPr>
                <w:rFonts w:ascii="Corbel" w:hAnsi="Corbel"/>
                <w:sz w:val="24"/>
                <w:szCs w:val="24"/>
              </w:rPr>
              <w:t xml:space="preserve">acji i integracji regionalnej </w:t>
            </w:r>
          </w:p>
        </w:tc>
      </w:tr>
      <w:tr w:rsidR="00D24A33" w:rsidRPr="00B169DF" w14:paraId="79697E1B" w14:textId="77777777" w:rsidTr="00FB7F2F">
        <w:tc>
          <w:tcPr>
            <w:tcW w:w="9520" w:type="dxa"/>
          </w:tcPr>
          <w:p w14:paraId="41B28A1E" w14:textId="64381533" w:rsidR="00D24A33" w:rsidRDefault="00FB7F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Globalne wyzwania dla regionalizacji</w:t>
            </w:r>
          </w:p>
        </w:tc>
      </w:tr>
    </w:tbl>
    <w:p w14:paraId="221E665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49DBE6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385BF6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BB9A51" w14:textId="77777777" w:rsidR="00D62BC3" w:rsidRPr="00D62BC3" w:rsidRDefault="00D62BC3" w:rsidP="00D62BC3">
      <w:pPr>
        <w:spacing w:after="198" w:line="234" w:lineRule="auto"/>
        <w:ind w:left="-5" w:right="3152" w:hanging="10"/>
        <w:rPr>
          <w:rFonts w:ascii="Corbel" w:hAnsi="Corbel"/>
        </w:rPr>
      </w:pPr>
      <w:r w:rsidRPr="00D62BC3">
        <w:rPr>
          <w:rFonts w:ascii="Corbel" w:eastAsia="Times New Roman" w:hAnsi="Corbel"/>
        </w:rPr>
        <w:t>W</w:t>
      </w:r>
      <w:r w:rsidRPr="00D62BC3">
        <w:rPr>
          <w:rFonts w:ascii="Corbel" w:eastAsia="Times New Roman" w:hAnsi="Corbel"/>
          <w:sz w:val="18"/>
        </w:rPr>
        <w:t>YKŁAD</w:t>
      </w:r>
      <w:r w:rsidRPr="00D62BC3">
        <w:rPr>
          <w:rFonts w:ascii="Corbel" w:eastAsia="Times New Roman" w:hAnsi="Corbel"/>
        </w:rPr>
        <w:t xml:space="preserve">: </w:t>
      </w:r>
      <w:r w:rsidRPr="00D62BC3">
        <w:rPr>
          <w:rFonts w:ascii="Corbel" w:eastAsia="Times New Roman" w:hAnsi="Corbel"/>
          <w:sz w:val="18"/>
        </w:rPr>
        <w:t>WYKŁAD PROBLEMOWY</w:t>
      </w:r>
      <w:r w:rsidRPr="00D62BC3">
        <w:rPr>
          <w:rFonts w:ascii="Corbel" w:eastAsia="Times New Roman" w:hAnsi="Corbel"/>
        </w:rPr>
        <w:t>/</w:t>
      </w:r>
      <w:r w:rsidRPr="00D62BC3">
        <w:rPr>
          <w:rFonts w:ascii="Corbel" w:eastAsia="Times New Roman" w:hAnsi="Corbel"/>
          <w:sz w:val="18"/>
        </w:rPr>
        <w:t xml:space="preserve">WYKŁAD Z PREZENTACJĄ MULTIMEDIALNĄ </w:t>
      </w:r>
      <w:r w:rsidRPr="00D62BC3">
        <w:rPr>
          <w:rFonts w:ascii="Corbel" w:eastAsia="Times New Roman" w:hAnsi="Corbel"/>
        </w:rPr>
        <w:t xml:space="preserve"> </w:t>
      </w:r>
    </w:p>
    <w:p w14:paraId="621BEA51" w14:textId="645C9F49" w:rsidR="00D62BC3" w:rsidRPr="00D62BC3" w:rsidRDefault="00D62BC3" w:rsidP="00D62BC3">
      <w:pPr>
        <w:spacing w:after="198" w:line="234" w:lineRule="auto"/>
        <w:ind w:left="-5" w:right="-3" w:hanging="10"/>
        <w:rPr>
          <w:rFonts w:ascii="Corbel" w:hAnsi="Corbel"/>
        </w:rPr>
      </w:pPr>
      <w:r w:rsidRPr="00D62BC3">
        <w:rPr>
          <w:rFonts w:ascii="Corbel" w:eastAsia="Times New Roman" w:hAnsi="Corbel"/>
        </w:rPr>
        <w:t>Ć</w:t>
      </w:r>
      <w:r w:rsidRPr="00D62BC3">
        <w:rPr>
          <w:rFonts w:ascii="Corbel" w:eastAsia="Times New Roman" w:hAnsi="Corbel"/>
          <w:sz w:val="18"/>
        </w:rPr>
        <w:t>WICZENIA</w:t>
      </w:r>
      <w:r w:rsidRPr="00D62BC3">
        <w:rPr>
          <w:rFonts w:ascii="Corbel" w:eastAsia="Times New Roman" w:hAnsi="Corbel"/>
        </w:rPr>
        <w:t>: A</w:t>
      </w:r>
      <w:r w:rsidRPr="00D62BC3">
        <w:rPr>
          <w:rFonts w:ascii="Corbel" w:eastAsia="Times New Roman" w:hAnsi="Corbel"/>
          <w:sz w:val="18"/>
        </w:rPr>
        <w:t>NALIZA TEKSTÓW Z DYSKUSJĄ</w:t>
      </w:r>
      <w:r w:rsidRPr="00D62BC3">
        <w:rPr>
          <w:rFonts w:ascii="Corbel" w:eastAsia="Times New Roman" w:hAnsi="Corbel"/>
        </w:rPr>
        <w:t xml:space="preserve">/ </w:t>
      </w:r>
      <w:r w:rsidRPr="00D62BC3">
        <w:rPr>
          <w:rFonts w:ascii="Corbel" w:eastAsia="Times New Roman" w:hAnsi="Corbel"/>
          <w:sz w:val="18"/>
        </w:rPr>
        <w:t>METODA PROJEKTÓW</w:t>
      </w:r>
      <w:r w:rsidRPr="00D62BC3">
        <w:rPr>
          <w:rFonts w:ascii="Corbel" w:eastAsia="Times New Roman" w:hAnsi="Corbel"/>
        </w:rPr>
        <w:t xml:space="preserve"> / </w:t>
      </w:r>
      <w:r w:rsidRPr="00D62BC3">
        <w:rPr>
          <w:rFonts w:ascii="Corbel" w:eastAsia="Times New Roman" w:hAnsi="Corbel"/>
          <w:sz w:val="18"/>
        </w:rPr>
        <w:t>PRACA W GRUPACH</w:t>
      </w:r>
      <w:r w:rsidRPr="00D62BC3">
        <w:rPr>
          <w:rFonts w:ascii="Corbel" w:eastAsia="Times New Roman" w:hAnsi="Corbel"/>
        </w:rPr>
        <w:t>/</w:t>
      </w:r>
      <w:r w:rsidRPr="00D62BC3">
        <w:rPr>
          <w:rFonts w:ascii="Corbel" w:eastAsia="Times New Roman" w:hAnsi="Corbel"/>
          <w:sz w:val="18"/>
        </w:rPr>
        <w:t>ROZWIĄZYWANIE</w:t>
      </w:r>
      <w:r w:rsidRPr="00D62BC3">
        <w:rPr>
          <w:rFonts w:ascii="Corbel" w:eastAsia="Times New Roman" w:hAnsi="Corbel"/>
        </w:rPr>
        <w:t xml:space="preserve"> </w:t>
      </w:r>
      <w:r w:rsidRPr="00D62BC3">
        <w:rPr>
          <w:rFonts w:ascii="Corbel" w:eastAsia="Times New Roman" w:hAnsi="Corbel"/>
          <w:sz w:val="18"/>
        </w:rPr>
        <w:t>ZADAŃ</w:t>
      </w:r>
      <w:r w:rsidRPr="00D62BC3">
        <w:rPr>
          <w:rFonts w:ascii="Corbel" w:eastAsia="Times New Roman" w:hAnsi="Corbel"/>
        </w:rPr>
        <w:t>/</w:t>
      </w:r>
      <w:r w:rsidRPr="00D62BC3">
        <w:rPr>
          <w:rFonts w:ascii="Corbel" w:eastAsia="Times New Roman" w:hAnsi="Corbel"/>
          <w:sz w:val="18"/>
        </w:rPr>
        <w:t xml:space="preserve"> DYSKUSJA</w:t>
      </w:r>
    </w:p>
    <w:p w14:paraId="72D4E33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1D44CA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39E4DFCF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6AEDBB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D2ED72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032E4F" w14:textId="77777777" w:rsidTr="004C045C">
        <w:tc>
          <w:tcPr>
            <w:tcW w:w="1962" w:type="dxa"/>
            <w:vAlign w:val="center"/>
          </w:tcPr>
          <w:p w14:paraId="18FFEFAC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9A556E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CC1C6E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56B55AA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C2535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6383D" w:rsidRPr="00B169DF" w14:paraId="202D01A9" w14:textId="77777777" w:rsidTr="004C045C">
        <w:tc>
          <w:tcPr>
            <w:tcW w:w="1962" w:type="dxa"/>
          </w:tcPr>
          <w:p w14:paraId="2014450C" w14:textId="62ADEABA" w:rsidR="0086383D" w:rsidRPr="00B169DF" w:rsidRDefault="0086383D" w:rsidP="0086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44A9A79D" w14:textId="6BB488A8" w:rsidR="0086383D" w:rsidRPr="007C40AC" w:rsidRDefault="007C40AC" w:rsidP="007C4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  <w:r w:rsidR="000F466C">
              <w:rPr>
                <w:rFonts w:ascii="Corbel" w:hAnsi="Corbel"/>
                <w:b w:val="0"/>
                <w:szCs w:val="24"/>
              </w:rPr>
              <w:t xml:space="preserve"> ustny, </w:t>
            </w:r>
          </w:p>
        </w:tc>
        <w:tc>
          <w:tcPr>
            <w:tcW w:w="2117" w:type="dxa"/>
          </w:tcPr>
          <w:p w14:paraId="3B900C19" w14:textId="1F2B9150" w:rsidR="0086383D" w:rsidRPr="00B169DF" w:rsidRDefault="0086383D" w:rsidP="0086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CB4F17">
              <w:rPr>
                <w:rFonts w:ascii="Corbel" w:hAnsi="Corbel"/>
                <w:b w:val="0"/>
                <w:szCs w:val="24"/>
              </w:rPr>
              <w:t>Y</w:t>
            </w:r>
            <w:r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0F466C" w:rsidRPr="00B169DF" w14:paraId="15E51BF9" w14:textId="77777777" w:rsidTr="004C045C">
        <w:tc>
          <w:tcPr>
            <w:tcW w:w="1962" w:type="dxa"/>
          </w:tcPr>
          <w:p w14:paraId="79A57D6B" w14:textId="7DB779C4" w:rsidR="000F466C" w:rsidRPr="00B169DF" w:rsidRDefault="000F466C" w:rsidP="000F46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CC96795" w14:textId="236ED861" w:rsidR="000F466C" w:rsidRPr="00B169DF" w:rsidRDefault="000F466C" w:rsidP="000F46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ustny, </w:t>
            </w:r>
          </w:p>
        </w:tc>
        <w:tc>
          <w:tcPr>
            <w:tcW w:w="2117" w:type="dxa"/>
          </w:tcPr>
          <w:p w14:paraId="3597A6C1" w14:textId="26B062E6" w:rsidR="000F466C" w:rsidRPr="00B169DF" w:rsidRDefault="000F466C" w:rsidP="000F46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WY, ĆW</w:t>
            </w:r>
          </w:p>
        </w:tc>
      </w:tr>
      <w:tr w:rsidR="000F466C" w:rsidRPr="00B169DF" w14:paraId="6FED11F4" w14:textId="77777777" w:rsidTr="004C045C">
        <w:tc>
          <w:tcPr>
            <w:tcW w:w="1962" w:type="dxa"/>
          </w:tcPr>
          <w:p w14:paraId="1B10B8F5" w14:textId="3348D39A" w:rsidR="000F466C" w:rsidRPr="00B169DF" w:rsidRDefault="000F466C" w:rsidP="000F46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6B9454AF" w14:textId="181E373B" w:rsidR="000F466C" w:rsidRPr="00B169DF" w:rsidRDefault="000F466C" w:rsidP="000F46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ustny, </w:t>
            </w:r>
          </w:p>
        </w:tc>
        <w:tc>
          <w:tcPr>
            <w:tcW w:w="2117" w:type="dxa"/>
          </w:tcPr>
          <w:p w14:paraId="3481BAEE" w14:textId="71D4D9E8" w:rsidR="000F466C" w:rsidRPr="00B169DF" w:rsidRDefault="000F466C" w:rsidP="000F46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WY, ĆW</w:t>
            </w:r>
          </w:p>
        </w:tc>
      </w:tr>
      <w:tr w:rsidR="000F466C" w:rsidRPr="00B169DF" w14:paraId="0F654256" w14:textId="77777777" w:rsidTr="004C045C">
        <w:tc>
          <w:tcPr>
            <w:tcW w:w="1962" w:type="dxa"/>
          </w:tcPr>
          <w:p w14:paraId="0C8E9309" w14:textId="3FF37BDC" w:rsidR="000F466C" w:rsidRPr="00B169DF" w:rsidRDefault="000F466C" w:rsidP="000F46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54AB67C1" w14:textId="3726587C" w:rsidR="000F466C" w:rsidRPr="00B169DF" w:rsidRDefault="000F466C" w:rsidP="000F46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egzamin ustny</w:t>
            </w:r>
          </w:p>
        </w:tc>
        <w:tc>
          <w:tcPr>
            <w:tcW w:w="2117" w:type="dxa"/>
          </w:tcPr>
          <w:p w14:paraId="4EB84CC0" w14:textId="255C71D3" w:rsidR="000F466C" w:rsidRPr="00B169DF" w:rsidRDefault="000F466C" w:rsidP="000F46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ĆW,WY</w:t>
            </w:r>
          </w:p>
        </w:tc>
      </w:tr>
      <w:tr w:rsidR="000F466C" w:rsidRPr="00B169DF" w14:paraId="38A474DF" w14:textId="77777777" w:rsidTr="004C045C">
        <w:tc>
          <w:tcPr>
            <w:tcW w:w="1962" w:type="dxa"/>
          </w:tcPr>
          <w:p w14:paraId="27DF6D30" w14:textId="05D7FE9E" w:rsidR="000F466C" w:rsidRPr="00B169DF" w:rsidRDefault="000F466C" w:rsidP="000F46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416C8961" w14:textId="3D9F9C32" w:rsidR="000F466C" w:rsidRPr="00B169DF" w:rsidRDefault="000F466C" w:rsidP="000F46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BDF17E4" w14:textId="5B95C96A" w:rsidR="000F466C" w:rsidRPr="00B169DF" w:rsidRDefault="000F466C" w:rsidP="000F46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0F466C" w:rsidRPr="00B169DF" w14:paraId="61EF74FB" w14:textId="77777777" w:rsidTr="004C045C">
        <w:tc>
          <w:tcPr>
            <w:tcW w:w="1962" w:type="dxa"/>
          </w:tcPr>
          <w:p w14:paraId="2E4AEC23" w14:textId="6D62A9CD" w:rsidR="000F466C" w:rsidRPr="00B169DF" w:rsidRDefault="000F466C" w:rsidP="000F46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0B51BF94" w14:textId="1FB10FBC" w:rsidR="000F466C" w:rsidRPr="00B169DF" w:rsidRDefault="000F466C" w:rsidP="000F46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egzamin ustny</w:t>
            </w:r>
          </w:p>
        </w:tc>
        <w:tc>
          <w:tcPr>
            <w:tcW w:w="2117" w:type="dxa"/>
          </w:tcPr>
          <w:p w14:paraId="5A2F4178" w14:textId="50625A87" w:rsidR="000F466C" w:rsidRPr="00B169DF" w:rsidRDefault="000F466C" w:rsidP="000F46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ĆW, WY</w:t>
            </w:r>
          </w:p>
        </w:tc>
      </w:tr>
    </w:tbl>
    <w:p w14:paraId="116EDB7A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69DC0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E3EC50F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0FD36FA" w14:textId="77777777" w:rsidTr="00923D7D">
        <w:tc>
          <w:tcPr>
            <w:tcW w:w="9670" w:type="dxa"/>
          </w:tcPr>
          <w:p w14:paraId="4078724E" w14:textId="6A5A0121" w:rsidR="007C40AC" w:rsidRPr="006F3BB5" w:rsidRDefault="007C40AC" w:rsidP="007C40AC">
            <w:pPr>
              <w:spacing w:after="38" w:line="240" w:lineRule="auto"/>
              <w:rPr>
                <w:rFonts w:ascii="Corbel" w:hAnsi="Corbel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Wykład: egzamin w formie </w:t>
            </w:r>
            <w:r w:rsidR="00A81700">
              <w:rPr>
                <w:rFonts w:ascii="Corbel" w:eastAsia="Corbel" w:hAnsi="Corbel" w:cs="Corbel"/>
                <w:sz w:val="24"/>
              </w:rPr>
              <w:t>ustnej, ocena bardzo dobra z ćwiczeń podnosi ocenę z egzaminu o jeden stopień pod warunkiem zdania tegoż egzaminu.</w:t>
            </w:r>
            <w:r w:rsidR="00D56411">
              <w:rPr>
                <w:rFonts w:ascii="Corbel" w:eastAsia="Corbel" w:hAnsi="Corbel" w:cs="Corbel"/>
                <w:sz w:val="24"/>
              </w:rPr>
              <w:t xml:space="preserve"> Student losuje dwa pytania. Aby uzyskać ocenę dostateczną konieczna jest co najmniej dostateczna odpowiedź na oba pytania.</w:t>
            </w:r>
          </w:p>
          <w:p w14:paraId="4A06B43E" w14:textId="4AAF36AD" w:rsidR="007C40AC" w:rsidRPr="006F3BB5" w:rsidRDefault="00A81700" w:rsidP="007C40AC">
            <w:pPr>
              <w:spacing w:after="38" w:line="240" w:lineRule="auto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sz w:val="24"/>
              </w:rPr>
              <w:t>Ćwiczenia: Po 1/3 oceny za: aktywność w trakcie zajęć; przygotowanie prezentacji; przygotowanie projektu grupowego</w:t>
            </w:r>
            <w:r w:rsidR="00D56411">
              <w:rPr>
                <w:rFonts w:ascii="Corbel" w:eastAsia="Corbel" w:hAnsi="Corbel" w:cs="Corbel"/>
                <w:sz w:val="24"/>
              </w:rPr>
              <w:t>. Skala ocen:</w:t>
            </w:r>
          </w:p>
          <w:p w14:paraId="6127F47A" w14:textId="77777777" w:rsidR="00D56411" w:rsidRPr="00D56411" w:rsidRDefault="007C40AC" w:rsidP="00D56411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 w:rsidRPr="006F3BB5">
              <w:rPr>
                <w:rFonts w:ascii="Corbel" w:eastAsia="Corbel" w:hAnsi="Corbel" w:cs="Corbel"/>
                <w:sz w:val="24"/>
              </w:rPr>
              <w:t xml:space="preserve"> </w:t>
            </w:r>
            <w:r w:rsidR="00D56411" w:rsidRPr="00D56411">
              <w:rPr>
                <w:rFonts w:ascii="Corbel" w:eastAsia="Corbel" w:hAnsi="Corbel" w:cs="Corbel"/>
                <w:sz w:val="24"/>
              </w:rPr>
              <w:t xml:space="preserve">91-100 % 5,0 </w:t>
            </w:r>
          </w:p>
          <w:p w14:paraId="54DACDA7" w14:textId="77777777" w:rsidR="00D56411" w:rsidRPr="00D56411" w:rsidRDefault="00D56411" w:rsidP="00D56411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 w:rsidRPr="00D56411">
              <w:rPr>
                <w:rFonts w:ascii="Corbel" w:eastAsia="Corbel" w:hAnsi="Corbel" w:cs="Corbel"/>
                <w:sz w:val="24"/>
              </w:rPr>
              <w:t xml:space="preserve">81-90% 4,5 </w:t>
            </w:r>
          </w:p>
          <w:p w14:paraId="691057A2" w14:textId="77777777" w:rsidR="00D56411" w:rsidRPr="00D56411" w:rsidRDefault="00D56411" w:rsidP="00D56411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 w:rsidRPr="00D56411">
              <w:rPr>
                <w:rFonts w:ascii="Corbel" w:eastAsia="Corbel" w:hAnsi="Corbel" w:cs="Corbel"/>
                <w:sz w:val="24"/>
              </w:rPr>
              <w:t xml:space="preserve">71-80% 4,0 </w:t>
            </w:r>
          </w:p>
          <w:p w14:paraId="32FEC522" w14:textId="77777777" w:rsidR="00D56411" w:rsidRPr="00D56411" w:rsidRDefault="00D56411" w:rsidP="00D56411">
            <w:pPr>
              <w:spacing w:after="38" w:line="240" w:lineRule="auto"/>
              <w:rPr>
                <w:rFonts w:ascii="Corbel" w:eastAsia="Corbel" w:hAnsi="Corbel" w:cs="Corbel"/>
                <w:sz w:val="24"/>
              </w:rPr>
            </w:pPr>
            <w:r w:rsidRPr="00D56411">
              <w:rPr>
                <w:rFonts w:ascii="Corbel" w:eastAsia="Corbel" w:hAnsi="Corbel" w:cs="Corbel"/>
                <w:sz w:val="24"/>
              </w:rPr>
              <w:t xml:space="preserve">61-70% 3,5 </w:t>
            </w:r>
          </w:p>
          <w:p w14:paraId="7E3D9399" w14:textId="72DD76AD" w:rsidR="007C40AC" w:rsidRPr="006F3BB5" w:rsidRDefault="00D56411" w:rsidP="00D56411">
            <w:pPr>
              <w:spacing w:after="38" w:line="240" w:lineRule="auto"/>
              <w:rPr>
                <w:rFonts w:ascii="Corbel" w:hAnsi="Corbel"/>
              </w:rPr>
            </w:pPr>
            <w:r w:rsidRPr="00D56411">
              <w:rPr>
                <w:rFonts w:ascii="Corbel" w:eastAsia="Corbel" w:hAnsi="Corbel" w:cs="Corbel"/>
                <w:sz w:val="24"/>
              </w:rPr>
              <w:t>51-60% 3,0</w:t>
            </w:r>
          </w:p>
          <w:p w14:paraId="23AC9509" w14:textId="2548BC9D" w:rsidR="00923D7D" w:rsidRPr="00B169DF" w:rsidRDefault="007C40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0AC">
              <w:rPr>
                <w:rFonts w:ascii="Corbel" w:eastAsia="Corbel" w:hAnsi="Corbel" w:cs="Corbel"/>
                <w:b w:val="0"/>
              </w:rPr>
              <w:lastRenderedPageBreak/>
              <w:t>Ocenę pozytywną z przedmiotu można otrzymać wyłącznie pod warunkiem uzyskania pozytywnej oceny za każdy z usta</w:t>
            </w:r>
            <w:r>
              <w:rPr>
                <w:rFonts w:ascii="Corbel" w:eastAsia="Corbel" w:hAnsi="Corbel" w:cs="Corbel"/>
                <w:b w:val="0"/>
              </w:rPr>
              <w:t>lonych</w:t>
            </w:r>
            <w:r w:rsidRPr="007C40AC">
              <w:rPr>
                <w:rFonts w:ascii="Corbel" w:eastAsia="Corbel" w:hAnsi="Corbel" w:cs="Corbel"/>
                <w:b w:val="0"/>
              </w:rPr>
              <w:t xml:space="preserve"> efektów uczenia się.  </w:t>
            </w:r>
          </w:p>
          <w:p w14:paraId="2EDE4B5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32DD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E186D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ABCF6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9F7C6B5" w14:textId="77777777" w:rsidTr="003E1941">
        <w:tc>
          <w:tcPr>
            <w:tcW w:w="4962" w:type="dxa"/>
            <w:vAlign w:val="center"/>
          </w:tcPr>
          <w:p w14:paraId="373FCEE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F02CE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1E56DEDB" w14:textId="77777777" w:rsidTr="00923D7D">
        <w:tc>
          <w:tcPr>
            <w:tcW w:w="4962" w:type="dxa"/>
          </w:tcPr>
          <w:p w14:paraId="018EBBF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CE8F28" w14:textId="6233EF01" w:rsidR="0085747A" w:rsidRPr="00B169DF" w:rsidRDefault="00E4251D" w:rsidP="00E425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A8170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085A3B39" w14:textId="77777777" w:rsidTr="00923D7D">
        <w:tc>
          <w:tcPr>
            <w:tcW w:w="4962" w:type="dxa"/>
          </w:tcPr>
          <w:p w14:paraId="05B0370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43BB54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1A52A73" w14:textId="7150B29E" w:rsidR="00C61DC5" w:rsidRPr="00B169DF" w:rsidRDefault="00A81700" w:rsidP="00E425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B169DF" w14:paraId="0DF78FD8" w14:textId="77777777" w:rsidTr="00923D7D">
        <w:tc>
          <w:tcPr>
            <w:tcW w:w="4962" w:type="dxa"/>
          </w:tcPr>
          <w:p w14:paraId="089EAB17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A16395E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A3A4D6" w14:textId="3AB92DF8" w:rsidR="00C61DC5" w:rsidRPr="00B169DF" w:rsidRDefault="00A81700" w:rsidP="00E425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85747A" w:rsidRPr="00B169DF" w14:paraId="672E1DA9" w14:textId="77777777" w:rsidTr="00923D7D">
        <w:tc>
          <w:tcPr>
            <w:tcW w:w="4962" w:type="dxa"/>
          </w:tcPr>
          <w:p w14:paraId="6D560CB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337C24" w14:textId="2533ABB1" w:rsidR="0085747A" w:rsidRPr="00B169DF" w:rsidRDefault="00E4251D" w:rsidP="00E425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8170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00400FCC" w14:textId="77777777" w:rsidTr="00923D7D">
        <w:tc>
          <w:tcPr>
            <w:tcW w:w="4962" w:type="dxa"/>
          </w:tcPr>
          <w:p w14:paraId="6F34B927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B0086D" w14:textId="3F484712" w:rsidR="0085747A" w:rsidRPr="00B169DF" w:rsidRDefault="00A81700" w:rsidP="00E425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4AAC28D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F672F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54A7E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222798A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5ED04A48" w14:textId="77777777" w:rsidTr="0071620A">
        <w:trPr>
          <w:trHeight w:val="397"/>
        </w:trPr>
        <w:tc>
          <w:tcPr>
            <w:tcW w:w="3544" w:type="dxa"/>
          </w:tcPr>
          <w:p w14:paraId="6418AA3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47E95D" w14:textId="0120EC21" w:rsidR="0085747A" w:rsidRPr="00B169DF" w:rsidRDefault="00E425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74F87261" w14:textId="77777777" w:rsidTr="0071620A">
        <w:trPr>
          <w:trHeight w:val="397"/>
        </w:trPr>
        <w:tc>
          <w:tcPr>
            <w:tcW w:w="3544" w:type="dxa"/>
          </w:tcPr>
          <w:p w14:paraId="77BEA08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20EB86" w14:textId="19051F9B" w:rsidR="0085747A" w:rsidRPr="00B169DF" w:rsidRDefault="00E425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A48F95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931DA8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2E58AC7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0EF70567" w14:textId="77777777" w:rsidTr="0071620A">
        <w:trPr>
          <w:trHeight w:val="397"/>
        </w:trPr>
        <w:tc>
          <w:tcPr>
            <w:tcW w:w="7513" w:type="dxa"/>
          </w:tcPr>
          <w:p w14:paraId="1209F42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09B87B" w14:textId="0C0677A8" w:rsidR="00E93311" w:rsidRPr="00B169DF" w:rsidRDefault="00DC2D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2D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Rymarczyk, B. Drelich - Skulsk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DC2D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W. Michalczyk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</w:t>
            </w:r>
            <w:r w:rsidRPr="00DC2D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Regionalizacja i globalizacja we współczesnym świecie, , Wrocław 2007</w:t>
            </w:r>
          </w:p>
        </w:tc>
      </w:tr>
      <w:tr w:rsidR="0085747A" w:rsidRPr="00B169DF" w14:paraId="7B4847A9" w14:textId="77777777" w:rsidTr="0071620A">
        <w:trPr>
          <w:trHeight w:val="397"/>
        </w:trPr>
        <w:tc>
          <w:tcPr>
            <w:tcW w:w="7513" w:type="dxa"/>
          </w:tcPr>
          <w:p w14:paraId="408D97B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B96724E" w14:textId="73AF0C2C" w:rsidR="00DC2DA3" w:rsidRDefault="00A574E6" w:rsidP="00FB7F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</w:t>
            </w:r>
            <w:r w:rsidR="00DC2D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Barber, Dżihad kontra McŚwiat, Warszawa 2007</w:t>
            </w:r>
          </w:p>
          <w:p w14:paraId="2F510986" w14:textId="6AEE1B33" w:rsidR="00022867" w:rsidRDefault="00FB7F2F" w:rsidP="00FB7F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Bieliński, </w:t>
            </w:r>
            <w:r w:rsidRPr="00FB7F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Globalizacja i regionalizacja w gospodarce światowej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</w:p>
          <w:p w14:paraId="2DE86F33" w14:textId="77777777" w:rsidR="00FB7F2F" w:rsidRDefault="00FB7F2F" w:rsidP="00FB7F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Gruszczak (red.), </w:t>
            </w:r>
            <w:r w:rsidRPr="00FB7F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Meandry współczesnego bezpieczeństwa : między regionalizacją a globalizacją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2018</w:t>
            </w:r>
          </w:p>
          <w:p w14:paraId="4A4E564A" w14:textId="77777777" w:rsidR="00DC2DA3" w:rsidRDefault="00DC2DA3" w:rsidP="00FB7F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Rodrik, </w:t>
            </w:r>
            <w:r w:rsidRPr="00DC2D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Paradoks globalizacji : demokracja i przyszłość światowej gospodarki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2024</w:t>
            </w:r>
          </w:p>
          <w:p w14:paraId="6EAA1764" w14:textId="77777777" w:rsidR="00DC2DA3" w:rsidRDefault="00DC2DA3" w:rsidP="00FB7F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Zeihan, </w:t>
            </w:r>
            <w:r w:rsidRPr="00DC2D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Koniec świata to dopiero początek : scenariusz upadku globalizacji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2023</w:t>
            </w:r>
          </w:p>
          <w:p w14:paraId="3596F52B" w14:textId="5E7C8B05" w:rsidR="00DC2DA3" w:rsidRPr="00022867" w:rsidRDefault="00DC2DA3" w:rsidP="00FB7F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Seria: Zagrożenia bezpieczeństwa w procesach globalizacji: kolejne tomy tematyczne, Lublin, kolejne lata</w:t>
            </w:r>
          </w:p>
        </w:tc>
      </w:tr>
    </w:tbl>
    <w:p w14:paraId="1EF224D1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7B3AA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69CAB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4B566" w14:textId="77777777" w:rsidR="00B30D27" w:rsidRDefault="00B30D27" w:rsidP="00C16ABF">
      <w:pPr>
        <w:spacing w:after="0" w:line="240" w:lineRule="auto"/>
      </w:pPr>
      <w:r>
        <w:separator/>
      </w:r>
    </w:p>
  </w:endnote>
  <w:endnote w:type="continuationSeparator" w:id="0">
    <w:p w14:paraId="6B4D8846" w14:textId="77777777" w:rsidR="00B30D27" w:rsidRDefault="00B30D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DDFAA" w14:textId="77777777" w:rsidR="00B30D27" w:rsidRDefault="00B30D27" w:rsidP="00C16ABF">
      <w:pPr>
        <w:spacing w:after="0" w:line="240" w:lineRule="auto"/>
      </w:pPr>
      <w:r>
        <w:separator/>
      </w:r>
    </w:p>
  </w:footnote>
  <w:footnote w:type="continuationSeparator" w:id="0">
    <w:p w14:paraId="16E47CBD" w14:textId="77777777" w:rsidR="00B30D27" w:rsidRDefault="00B30D27" w:rsidP="00C16ABF">
      <w:pPr>
        <w:spacing w:after="0" w:line="240" w:lineRule="auto"/>
      </w:pPr>
      <w:r>
        <w:continuationSeparator/>
      </w:r>
    </w:p>
  </w:footnote>
  <w:footnote w:id="1">
    <w:p w14:paraId="038878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7191758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867"/>
    <w:rsid w:val="00022ECE"/>
    <w:rsid w:val="00042A51"/>
    <w:rsid w:val="00042D2E"/>
    <w:rsid w:val="00044C82"/>
    <w:rsid w:val="00070ED6"/>
    <w:rsid w:val="000742DC"/>
    <w:rsid w:val="0007488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549"/>
    <w:rsid w:val="000F466C"/>
    <w:rsid w:val="000F5615"/>
    <w:rsid w:val="001045A1"/>
    <w:rsid w:val="00124BFF"/>
    <w:rsid w:val="0012560E"/>
    <w:rsid w:val="00127108"/>
    <w:rsid w:val="00134B13"/>
    <w:rsid w:val="00137E9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B2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3E9"/>
    <w:rsid w:val="002D73D4"/>
    <w:rsid w:val="002E755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C7D"/>
    <w:rsid w:val="003A37C9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045C"/>
    <w:rsid w:val="004D31C0"/>
    <w:rsid w:val="004D5282"/>
    <w:rsid w:val="004E63EC"/>
    <w:rsid w:val="004F1551"/>
    <w:rsid w:val="004F55A3"/>
    <w:rsid w:val="0050496F"/>
    <w:rsid w:val="005060F0"/>
    <w:rsid w:val="00511744"/>
    <w:rsid w:val="00513B6F"/>
    <w:rsid w:val="00517C63"/>
    <w:rsid w:val="005319D2"/>
    <w:rsid w:val="005363C4"/>
    <w:rsid w:val="00536BDE"/>
    <w:rsid w:val="005433A2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4C47"/>
    <w:rsid w:val="00617230"/>
    <w:rsid w:val="00621CE1"/>
    <w:rsid w:val="00627FC9"/>
    <w:rsid w:val="006302BB"/>
    <w:rsid w:val="00647FA8"/>
    <w:rsid w:val="00650C5F"/>
    <w:rsid w:val="00654934"/>
    <w:rsid w:val="006620D9"/>
    <w:rsid w:val="00671958"/>
    <w:rsid w:val="00675843"/>
    <w:rsid w:val="00696477"/>
    <w:rsid w:val="006D050F"/>
    <w:rsid w:val="006D0686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55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0AC"/>
    <w:rsid w:val="007C4546"/>
    <w:rsid w:val="007D6E56"/>
    <w:rsid w:val="007F4155"/>
    <w:rsid w:val="00803AFE"/>
    <w:rsid w:val="0081554D"/>
    <w:rsid w:val="0081707E"/>
    <w:rsid w:val="008449B3"/>
    <w:rsid w:val="008545A0"/>
    <w:rsid w:val="008552A2"/>
    <w:rsid w:val="0085747A"/>
    <w:rsid w:val="0086383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30D"/>
    <w:rsid w:val="00907455"/>
    <w:rsid w:val="00916188"/>
    <w:rsid w:val="00923D7D"/>
    <w:rsid w:val="009508DF"/>
    <w:rsid w:val="00950DAC"/>
    <w:rsid w:val="00954A07"/>
    <w:rsid w:val="0098609A"/>
    <w:rsid w:val="0099112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4E6"/>
    <w:rsid w:val="00A601C8"/>
    <w:rsid w:val="00A60799"/>
    <w:rsid w:val="00A8170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0D2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154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C6F"/>
    <w:rsid w:val="00C766DF"/>
    <w:rsid w:val="00C94B98"/>
    <w:rsid w:val="00CA2B96"/>
    <w:rsid w:val="00CA5089"/>
    <w:rsid w:val="00CB4F17"/>
    <w:rsid w:val="00CD6897"/>
    <w:rsid w:val="00CE5BAC"/>
    <w:rsid w:val="00CF25BE"/>
    <w:rsid w:val="00CF78ED"/>
    <w:rsid w:val="00D02B25"/>
    <w:rsid w:val="00D02EBA"/>
    <w:rsid w:val="00D17C3C"/>
    <w:rsid w:val="00D24A33"/>
    <w:rsid w:val="00D26B2C"/>
    <w:rsid w:val="00D3397B"/>
    <w:rsid w:val="00D352C9"/>
    <w:rsid w:val="00D425B2"/>
    <w:rsid w:val="00D428D6"/>
    <w:rsid w:val="00D552B2"/>
    <w:rsid w:val="00D56411"/>
    <w:rsid w:val="00D608D1"/>
    <w:rsid w:val="00D62BC3"/>
    <w:rsid w:val="00D74119"/>
    <w:rsid w:val="00D8075B"/>
    <w:rsid w:val="00D8678B"/>
    <w:rsid w:val="00DA2114"/>
    <w:rsid w:val="00DA7A93"/>
    <w:rsid w:val="00DB17DF"/>
    <w:rsid w:val="00DC2DA3"/>
    <w:rsid w:val="00DE09C0"/>
    <w:rsid w:val="00DE4A14"/>
    <w:rsid w:val="00DF320D"/>
    <w:rsid w:val="00DF71C8"/>
    <w:rsid w:val="00E04690"/>
    <w:rsid w:val="00E129B8"/>
    <w:rsid w:val="00E21E7D"/>
    <w:rsid w:val="00E22FBC"/>
    <w:rsid w:val="00E24BF5"/>
    <w:rsid w:val="00E25338"/>
    <w:rsid w:val="00E4251D"/>
    <w:rsid w:val="00E51E44"/>
    <w:rsid w:val="00E577C5"/>
    <w:rsid w:val="00E63348"/>
    <w:rsid w:val="00E742AA"/>
    <w:rsid w:val="00E77E88"/>
    <w:rsid w:val="00E8107D"/>
    <w:rsid w:val="00E9331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39F3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B7F2F"/>
    <w:rsid w:val="00FC1C25"/>
    <w:rsid w:val="00FC3F45"/>
    <w:rsid w:val="00FD001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D3205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8CE15-697A-45FE-A2BD-929B92F3E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78</TotalTime>
  <Pages>4</Pages>
  <Words>915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Bonusiak</cp:lastModifiedBy>
  <cp:revision>8</cp:revision>
  <cp:lastPrinted>2019-02-06T12:12:00Z</cp:lastPrinted>
  <dcterms:created xsi:type="dcterms:W3CDTF">2025-02-06T18:40:00Z</dcterms:created>
  <dcterms:modified xsi:type="dcterms:W3CDTF">2025-03-10T05:55:00Z</dcterms:modified>
</cp:coreProperties>
</file>